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4" w:rsidRPr="00FC683D" w:rsidRDefault="005517B5" w:rsidP="008465E4">
      <w:pPr>
        <w:spacing w:after="120"/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-290830</wp:posOffset>
                </wp:positionV>
                <wp:extent cx="3321050" cy="712470"/>
                <wp:effectExtent l="12700" t="13970" r="9525" b="16510"/>
                <wp:wrapNone/>
                <wp:docPr id="3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24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6C7" w:rsidRDefault="00645526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HW#13</w:t>
                            </w:r>
                            <w:r w:rsidR="001C46C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1C46C7" w:rsidRPr="007907DA">
                              <w:rPr>
                                <w:rFonts w:ascii="Cambria" w:hAnsi="Cambria"/>
                              </w:rPr>
                              <w:t>Line Segments</w:t>
                            </w:r>
                          </w:p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C46C7" w:rsidRPr="00FC683D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Wednesday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September 17</w:t>
                            </w:r>
                            <w:r w:rsidR="00BA2B4B" w:rsidRPr="00BA2B4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7.5pt;margin-top:-22.9pt;width:261.5pt;height:56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" strokeweight="1.5pt">
                <v:textbox>
                  <w:txbxContent>
                    <w:p w:rsidR="001C46C7" w:rsidRDefault="00645526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HW#13</w:t>
                      </w:r>
                      <w:r w:rsidR="001C46C7">
                        <w:rPr>
                          <w:rFonts w:ascii="Cambria" w:hAnsi="Cambria"/>
                        </w:rPr>
                        <w:t xml:space="preserve">: </w:t>
                      </w:r>
                      <w:r w:rsidR="001C46C7" w:rsidRPr="007907DA">
                        <w:rPr>
                          <w:rFonts w:ascii="Cambria" w:hAnsi="Cambria"/>
                        </w:rPr>
                        <w:t>Line Segments</w:t>
                      </w:r>
                    </w:p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C46C7" w:rsidRPr="00FC683D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45526">
                        <w:rPr>
                          <w:rFonts w:ascii="Cambria" w:hAnsi="Cambria"/>
                        </w:rPr>
                        <w:t>Wednesday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BA2B4B">
                        <w:rPr>
                          <w:rFonts w:ascii="Cambria" w:hAnsi="Cambria"/>
                        </w:rPr>
                        <w:t>September 17</w:t>
                      </w:r>
                      <w:r w:rsidR="00BA2B4B" w:rsidRPr="00BA2B4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201</w:t>
                      </w:r>
                      <w:r w:rsidR="00BA2B4B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8465E4" w:rsidRPr="00FC683D">
        <w:rPr>
          <w:rFonts w:ascii="Cambria" w:hAnsi="Cambria"/>
        </w:rPr>
        <w:t>Name: _________________________________________ TP: _______</w:t>
      </w:r>
    </w:p>
    <w:p w:rsidR="008465E4" w:rsidRDefault="008465E4" w:rsidP="008465E4"/>
    <w:p w:rsidR="008465E4" w:rsidRPr="00FA6CE7" w:rsidRDefault="008465E4" w:rsidP="008465E4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>Failure to</w:t>
      </w:r>
      <w:r>
        <w:rPr>
          <w:rFonts w:ascii="Calibri" w:hAnsi="Calibri"/>
          <w:b/>
        </w:rPr>
        <w:t xml:space="preserve"> show work and write in</w:t>
      </w:r>
      <w:r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1530"/>
        <w:gridCol w:w="360"/>
        <w:gridCol w:w="1800"/>
        <w:gridCol w:w="3708"/>
      </w:tblGrid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1. Measure the following line segments to the nearest tenth of a centimeter and the nearest  of an inch. </w:t>
            </w:r>
          </w:p>
          <w:p w:rsidR="008465E4" w:rsidRPr="00FA6CE7" w:rsidRDefault="005517B5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1584" behindDoc="1" locked="0" layoutInCell="1" allowOverlap="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0" t="0" r="9525" b="0"/>
                  <wp:wrapNone/>
                  <wp:docPr id="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AB: ________ centimeters   _________ inches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CD: ________ centimeters   _________ inches</w:t>
            </w: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tabs>
                <w:tab w:val="left" w:pos="3081"/>
              </w:tabs>
              <w:spacing w:after="40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2. On a particular line segment, points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are collinear,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is between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15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9, what is the measure of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</w:tc>
      </w:tr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3.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KM.</w:t>
            </w:r>
          </w:p>
          <w:p w:rsidR="008465E4" w:rsidRPr="00FA6CE7" w:rsidRDefault="005517B5" w:rsidP="008465E4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4.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ST.</w:t>
            </w:r>
          </w:p>
          <w:p w:rsidR="008465E4" w:rsidRPr="00FA6CE7" w:rsidRDefault="005517B5" w:rsidP="008465E4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3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spacing w:after="1000"/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5. </w:t>
            </w:r>
            <w:r w:rsidR="005517B5"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0" t="0" r="381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Find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BC.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6.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35, what is the value of MC?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3970" t="17780" r="17780" b="17145"/>
                      <wp:wrapNone/>
                      <wp:docPr id="30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49495D" id="Oval 22" o:spid="_x0000_s1026" style="position:absolute;margin-left:164.45pt;margin-top:4.5pt;width:6.5pt;height:5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2700" t="17780" r="19050" b="17145"/>
                      <wp:wrapNone/>
                      <wp:docPr id="29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A3D6AD" id="Oval 21" o:spid="_x0000_s1026" style="position:absolute;margin-left:96.85pt;margin-top:4.5pt;width:6.5pt;height:5.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NmpB7RkCAAA5BAAADgAAAAAAAAAAAAAAAAAuAgAAZHJzL2Uyb0RvYy54bWxQSwECLQAU&#10;AAYACAAAACEABTr9C98AAAAIAQAADwAAAAAAAAAAAAAAAABzBAAAZHJzL2Rvd25yZXYueG1sUEsF&#10;BgAAAAAEAAQA8wAAAH8FAAAAAA=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7780" t="17780" r="13970" b="17145"/>
                      <wp:wrapNone/>
                      <wp:docPr id="28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0DD88E" id="Oval 20" o:spid="_x0000_s1026" style="position:absolute;margin-left:38pt;margin-top:4.5pt;width:6.5pt;height:5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Kc2Ws8ZAgAAOQQAAA4AAAAAAAAAAAAAAAAALgIAAGRycy9lMm9Eb2MueG1sUEsBAi0AFAAG&#10;AAgAAAAhAP+Hp+/dAAAABgEAAA8AAAAAAAAAAAAAAAAAcwQAAGRycy9kb3ducmV2LnhtbFBLBQYA&#10;AAAABAAEAPMAAAB9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12065" t="5715" r="13970" b="13335"/>
                      <wp:wrapNone/>
                      <wp:docPr id="27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F6D051" id="Straight Connector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r5Hg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"/>
                  </w:pict>
                </mc:Fallback>
              </mc:AlternateConten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302A44">
        <w:trPr>
          <w:trHeight w:val="4589"/>
        </w:trPr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7. On the map, AB represents a trail that you are hiking. You start from the beginning of the trail and hike for 90 minutes at a rate of 1.4 miles per hour. How much farther do you need to hike to reach the end of the trail</w:t>
            </w:r>
            <w:r w:rsidR="00302A44">
              <w:rPr>
                <w:rFonts w:ascii="Calibri" w:hAnsi="Calibri" w:cs="Cambria"/>
                <w:sz w:val="20"/>
                <w:szCs w:val="20"/>
              </w:rPr>
              <w:t xml:space="preserve"> (point B)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  <w:p w:rsidR="008465E4" w:rsidRPr="00FA6CE7" w:rsidRDefault="005517B5" w:rsidP="008465E4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0" t="0" r="9525" b="9525"/>
                  <wp:wrapTopAndBottom/>
                  <wp:docPr id="3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8. </w:t>
            </w:r>
            <w:r w:rsidRPr="00FA6CE7">
              <w:rPr>
                <w:rFonts w:ascii="Calibri" w:hAnsi="Calibri" w:cs="Cambria"/>
                <w:b/>
                <w:sz w:val="20"/>
                <w:szCs w:val="20"/>
              </w:rPr>
              <w:t>On a separate sheet of graph paper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, plot the given points in a coordinate plane. Then state whether the line segments are congruent</w:t>
            </w:r>
            <w:r w:rsidR="00302A44">
              <w:rPr>
                <w:rFonts w:ascii="Calibri" w:hAnsi="Calibri" w:cs="Cambria"/>
                <w:sz w:val="20"/>
                <w:szCs w:val="20"/>
              </w:rPr>
              <w:t xml:space="preserve"> (congruent means “to have the same length”)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–1),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noProof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Are AB and CD congruent? _____________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M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(1,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N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O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P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(4, 4)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MN and OP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F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G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H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EG and FH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</w:tc>
      </w:tr>
      <w:tr w:rsidR="008465E4" w:rsidRPr="00FA6CE7" w:rsidTr="00302A44">
        <w:trPr>
          <w:trHeight w:val="1520"/>
        </w:trPr>
        <w:tc>
          <w:tcPr>
            <w:tcW w:w="3618" w:type="dxa"/>
          </w:tcPr>
          <w:p w:rsidR="001624F8" w:rsidRPr="001624F8" w:rsidRDefault="008465E4" w:rsidP="001624F8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9) Find </w:t>
            </w:r>
            <w:r w:rsidRPr="00FA6CE7">
              <w:rPr>
                <w:rFonts w:ascii="Calibri" w:hAnsi="Calibri" w:cs="Cambria"/>
                <w:i/>
                <w:sz w:val="20"/>
              </w:rPr>
              <w:t>LM</w:t>
            </w:r>
            <w:r w:rsidR="001624F8">
              <w:rPr>
                <w:rFonts w:ascii="Calibri" w:hAnsi="Calibri" w:cs="Cambria"/>
                <w:iCs/>
                <w:sz w:val="20"/>
              </w:rPr>
              <w:t>.</w:t>
            </w:r>
          </w:p>
          <w:p w:rsidR="008465E4" w:rsidRPr="00FA6CE7" w:rsidRDefault="005517B5" w:rsidP="008718A2">
            <w:pPr>
              <w:tabs>
                <w:tab w:val="left" w:pos="3168"/>
              </w:tabs>
              <w:spacing w:after="600"/>
              <w:rPr>
                <w:rFonts w:ascii="Calibri" w:hAnsi="Calibri" w:cs="Cambria"/>
                <w:iCs/>
                <w:sz w:val="20"/>
                <w:szCs w:val="22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47875" cy="485775"/>
                  <wp:effectExtent l="0" t="0" r="9525" b="9525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24F8">
              <w:rPr>
                <w:rFonts w:ascii="Calibri" w:hAnsi="Calibri" w:cs="Cambria"/>
                <w:iCs/>
                <w:sz w:val="20"/>
                <w:szCs w:val="22"/>
              </w:rPr>
              <w:br/>
            </w:r>
            <w:r w:rsidR="001624F8">
              <w:rPr>
                <w:rFonts w:ascii="Calibri" w:hAnsi="Calibri" w:cs="Cambria"/>
                <w:iCs/>
                <w:sz w:val="20"/>
                <w:szCs w:val="22"/>
              </w:rPr>
              <w:br/>
            </w:r>
          </w:p>
        </w:tc>
        <w:tc>
          <w:tcPr>
            <w:tcW w:w="3690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10) Find </w:t>
            </w:r>
            <w:r w:rsidRPr="00FA6CE7">
              <w:rPr>
                <w:rFonts w:ascii="Calibri" w:hAnsi="Calibri" w:cs="Cambria"/>
                <w:i/>
                <w:iCs/>
                <w:sz w:val="20"/>
              </w:rPr>
              <w:t>VW</w:t>
            </w:r>
            <w:r w:rsidRPr="00FA6CE7">
              <w:rPr>
                <w:rFonts w:ascii="Calibri" w:hAnsi="Calibri" w:cs="Cambria"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28825" cy="552450"/>
                  <wp:effectExtent l="0" t="0" r="952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8" w:type="dxa"/>
          </w:tcPr>
          <w:p w:rsidR="008465E4" w:rsidRDefault="008465E4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11) Find </w:t>
            </w:r>
            <w:r w:rsidRPr="00FA6CE7">
              <w:rPr>
                <w:rFonts w:ascii="Calibri" w:hAnsi="Calibri" w:cs="Cambria"/>
                <w:i/>
                <w:sz w:val="20"/>
              </w:rPr>
              <w:t>YZ</w:t>
            </w:r>
            <w:r w:rsidRPr="00FA6CE7">
              <w:rPr>
                <w:rFonts w:ascii="Calibri" w:hAnsi="Calibri" w:cs="Cambria"/>
                <w:iCs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133600" cy="581025"/>
                  <wp:effectExtent l="0" t="0" r="0" b="9525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FA6CE7" w:rsidRDefault="008465E4" w:rsidP="008465E4">
            <w:pPr>
              <w:tabs>
                <w:tab w:val="left" w:pos="8205"/>
              </w:tabs>
              <w:rPr>
                <w:rFonts w:ascii="Calibri" w:hAnsi="Calibri" w:cs="Cambria"/>
                <w:sz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lastRenderedPageBreak/>
              <w:t>1</w:t>
            </w:r>
            <w:r w:rsidR="00276816">
              <w:rPr>
                <w:rFonts w:ascii="Calibri" w:hAnsi="Calibri"/>
              </w:rPr>
              <w:t>2</w:t>
            </w:r>
            <w:r w:rsidRPr="0015398A">
              <w:rPr>
                <w:rFonts w:ascii="Calibri" w:hAnsi="Calibri"/>
              </w:rPr>
              <w:t xml:space="preserve">) </w:t>
            </w:r>
            <w:r w:rsidR="008718A2">
              <w:rPr>
                <w:rFonts w:ascii="Calibri" w:hAnsi="Calibri"/>
              </w:rPr>
              <w:t>Determine the slope of the line: ___</w:t>
            </w:r>
          </w:p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inline distT="0" distB="0" distL="0" distR="0">
                  <wp:extent cx="2771775" cy="1619250"/>
                  <wp:effectExtent l="0" t="0" r="9525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 ____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D657AE" w:rsidRDefault="00E55A59" w:rsidP="00D657A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D657AE">
              <w:rPr>
                <w:rFonts w:ascii="Calibri" w:hAnsi="Calibri"/>
              </w:rPr>
              <w:t>Are the lines below perpendicular? Explain</w:t>
            </w:r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+24</m:t>
                </m:r>
                <m:r>
                  <w:rPr>
                    <w:rFonts w:ascii="Calibri" w:hAnsi="Calibri"/>
                  </w:rPr>
                  <w:br/>
                </m:r>
              </m:oMath>
            </m:oMathPara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-24</m:t>
                </m:r>
              </m:oMath>
            </m:oMathPara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D657AE" w:rsidRDefault="00D657AE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2087245</wp:posOffset>
                      </wp:positionH>
                      <wp:positionV relativeFrom="paragraph">
                        <wp:posOffset>343535</wp:posOffset>
                      </wp:positionV>
                      <wp:extent cx="514350" cy="952500"/>
                      <wp:effectExtent l="38100" t="38100" r="57150" b="571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4350" cy="9525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794B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7" o:spid="_x0000_s1026" type="#_x0000_t32" style="position:absolute;margin-left:164.35pt;margin-top:27.05pt;width:40.5pt;height:7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" strokecolor="#5b9bd5 [3204]" strokeweight="1.5pt">
                      <v:stroke startarrow="block" endarrow="block" joinstyle="miter"/>
                    </v:shape>
                  </w:pict>
                </mc:Fallback>
              </mc:AlternateContent>
            </w:r>
            <w:r w:rsidR="00E55A59">
              <w:rPr>
                <w:rFonts w:ascii="Calibri" w:hAnsi="Calibri"/>
              </w:rPr>
              <w:t>14</w:t>
            </w:r>
            <w:r>
              <w:rPr>
                <w:rFonts w:ascii="Calibri" w:hAnsi="Calibri"/>
              </w:rPr>
              <w:t>) a. Write the equation of the line to the right.</w:t>
            </w:r>
            <w:r>
              <w:rPr>
                <w:rFonts w:ascii="Calibri" w:hAnsi="Calibri"/>
              </w:rPr>
              <w:br/>
            </w:r>
          </w:p>
          <w:p w:rsidR="008465E4" w:rsidRPr="0015398A" w:rsidRDefault="00D657AE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b. Graph a line perpendicular to the line on the right.</w:t>
            </w:r>
            <w:r w:rsidR="005517B5"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7488" behindDoc="0" locked="0" layoutInCell="1" allowOverlap="1" wp14:anchorId="160D72F9" wp14:editId="1D006DEF">
                  <wp:simplePos x="0" y="0"/>
                  <wp:positionH relativeFrom="column">
                    <wp:posOffset>3630676</wp:posOffset>
                  </wp:positionH>
                  <wp:positionV relativeFrom="paragraph">
                    <wp:posOffset>-1177925</wp:posOffset>
                  </wp:positionV>
                  <wp:extent cx="2286733" cy="2121971"/>
                  <wp:effectExtent l="0" t="0" r="0" b="0"/>
                  <wp:wrapTight wrapText="bothSides">
                    <wp:wrapPolygon edited="0">
                      <wp:start x="10257" y="0"/>
                      <wp:lineTo x="1440" y="970"/>
                      <wp:lineTo x="720" y="1164"/>
                      <wp:lineTo x="720" y="9310"/>
                      <wp:lineTo x="0" y="10667"/>
                      <wp:lineTo x="0" y="10861"/>
                      <wp:lineTo x="720" y="12413"/>
                      <wp:lineTo x="720" y="20171"/>
                      <wp:lineTo x="5039" y="21335"/>
                      <wp:lineTo x="10257" y="21335"/>
                      <wp:lineTo x="11157" y="21335"/>
                      <wp:lineTo x="16375" y="21335"/>
                      <wp:lineTo x="20694" y="20171"/>
                      <wp:lineTo x="20514" y="12413"/>
                      <wp:lineTo x="21414" y="10861"/>
                      <wp:lineTo x="21414" y="10667"/>
                      <wp:lineTo x="20514" y="9310"/>
                      <wp:lineTo x="20874" y="1358"/>
                      <wp:lineTo x="19435" y="776"/>
                      <wp:lineTo x="11157" y="0"/>
                      <wp:lineTo x="10257" y="0"/>
                    </wp:wrapPolygon>
                  </wp:wrapTight>
                  <wp:docPr id="2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635" cy="212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9536" behindDoc="0" locked="0" layoutInCell="1" allowOverlap="1">
                  <wp:simplePos x="0" y="0"/>
                  <wp:positionH relativeFrom="column">
                    <wp:posOffset>954786</wp:posOffset>
                  </wp:positionH>
                  <wp:positionV relativeFrom="paragraph">
                    <wp:posOffset>77470</wp:posOffset>
                  </wp:positionV>
                  <wp:extent cx="2288159" cy="2126107"/>
                  <wp:effectExtent l="0" t="0" r="0" b="7620"/>
                  <wp:wrapTight wrapText="bothSides">
                    <wp:wrapPolygon edited="0">
                      <wp:start x="10251" y="0"/>
                      <wp:lineTo x="1439" y="968"/>
                      <wp:lineTo x="719" y="1161"/>
                      <wp:lineTo x="719" y="9290"/>
                      <wp:lineTo x="0" y="10645"/>
                      <wp:lineTo x="0" y="11032"/>
                      <wp:lineTo x="719" y="12387"/>
                      <wp:lineTo x="719" y="20129"/>
                      <wp:lineTo x="5396" y="21484"/>
                      <wp:lineTo x="10251" y="21484"/>
                      <wp:lineTo x="11151" y="21484"/>
                      <wp:lineTo x="16187" y="21484"/>
                      <wp:lineTo x="20683" y="20129"/>
                      <wp:lineTo x="20503" y="12387"/>
                      <wp:lineTo x="21402" y="11032"/>
                      <wp:lineTo x="21402" y="10645"/>
                      <wp:lineTo x="20503" y="9290"/>
                      <wp:lineTo x="20863" y="1355"/>
                      <wp:lineTo x="19424" y="774"/>
                      <wp:lineTo x="11151" y="0"/>
                      <wp:lineTo x="10251" y="0"/>
                    </wp:wrapPolygon>
                  </wp:wrapTight>
                  <wp:docPr id="2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905" cy="212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5A59">
              <w:rPr>
                <w:rFonts w:ascii="Calibri" w:hAnsi="Calibri"/>
              </w:rPr>
              <w:t>15</w:t>
            </w:r>
            <w:r w:rsidR="008465E4" w:rsidRPr="0015398A">
              <w:rPr>
                <w:rFonts w:ascii="Calibri" w:hAnsi="Calibri"/>
              </w:rPr>
              <w:t xml:space="preserve">) Sketch the graph of a line that crosses through the point (-5, 0) and has a slope of 2. </w:t>
            </w: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D657AE">
              <w:rPr>
                <w:rFonts w:ascii="Calibri" w:hAnsi="Calibri"/>
              </w:rPr>
              <w:t>Crystal</w:t>
            </w:r>
            <w:r w:rsidR="008465E4" w:rsidRPr="0015398A">
              <w:rPr>
                <w:rFonts w:ascii="Calibri" w:hAnsi="Calibri"/>
              </w:rPr>
              <w:t xml:space="preserve"> builds a doll house on her own for an hour.  At that time, her mother starts helping her build, and they work together at a rate of twice the speed </w:t>
            </w:r>
            <w:r w:rsidR="00D657AE">
              <w:rPr>
                <w:rFonts w:ascii="Calibri" w:hAnsi="Calibri"/>
              </w:rPr>
              <w:t>Crystal</w:t>
            </w:r>
            <w:r w:rsidR="008465E4" w:rsidRPr="0015398A">
              <w:rPr>
                <w:rFonts w:ascii="Calibri" w:hAnsi="Calibri"/>
              </w:rPr>
              <w:t xml:space="preserve"> was working alone.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  <w:i/>
              </w:rPr>
            </w:pPr>
            <w:r w:rsidRPr="0015398A">
              <w:rPr>
                <w:rFonts w:ascii="Calibri" w:hAnsi="Calibri"/>
                <w:i/>
              </w:rPr>
              <w:t xml:space="preserve">Plot the scenario on the graph below: </w:t>
            </w:r>
          </w:p>
          <w:p w:rsidR="008465E4" w:rsidRPr="0015398A" w:rsidRDefault="00E1568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63872" behindDoc="0" locked="0" layoutInCell="1" allowOverlap="1" wp14:anchorId="1A6DECDC" wp14:editId="06246108">
                  <wp:simplePos x="0" y="0"/>
                  <wp:positionH relativeFrom="column">
                    <wp:posOffset>1023620</wp:posOffset>
                  </wp:positionH>
                  <wp:positionV relativeFrom="paragraph">
                    <wp:posOffset>84455</wp:posOffset>
                  </wp:positionV>
                  <wp:extent cx="2070100" cy="1992630"/>
                  <wp:effectExtent l="0" t="0" r="6350" b="7620"/>
                  <wp:wrapTight wrapText="bothSides">
                    <wp:wrapPolygon edited="0">
                      <wp:start x="10137" y="0"/>
                      <wp:lineTo x="1590" y="826"/>
                      <wp:lineTo x="795" y="1033"/>
                      <wp:lineTo x="795" y="9912"/>
                      <wp:lineTo x="0" y="10738"/>
                      <wp:lineTo x="0" y="10945"/>
                      <wp:lineTo x="795" y="13216"/>
                      <wp:lineTo x="795" y="20444"/>
                      <wp:lineTo x="7156" y="21476"/>
                      <wp:lineTo x="10137" y="21476"/>
                      <wp:lineTo x="11131" y="21476"/>
                      <wp:lineTo x="13914" y="21476"/>
                      <wp:lineTo x="20871" y="20237"/>
                      <wp:lineTo x="20672" y="13216"/>
                      <wp:lineTo x="21467" y="10945"/>
                      <wp:lineTo x="21467" y="10738"/>
                      <wp:lineTo x="20672" y="9912"/>
                      <wp:lineTo x="21070" y="1239"/>
                      <wp:lineTo x="19877" y="826"/>
                      <wp:lineTo x="11131" y="0"/>
                      <wp:lineTo x="10137" y="0"/>
                    </wp:wrapPolygon>
                  </wp:wrapTight>
                  <wp:docPr id="40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199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Completion</w:t>
            </w:r>
          </w:p>
          <w:p w:rsidR="008465E4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Of Doll House</w:t>
            </w:r>
          </w:p>
          <w:p w:rsidR="00E15685" w:rsidRDefault="00E15685" w:rsidP="008465E4">
            <w:pPr>
              <w:rPr>
                <w:rFonts w:ascii="Calibri" w:hAnsi="Calibri"/>
              </w:rPr>
            </w:pPr>
            <w:bookmarkStart w:id="0" w:name="_GoBack"/>
            <w:bookmarkEnd w:id="0"/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8465E4" w:rsidRDefault="008465E4" w:rsidP="008465E4">
            <w:pPr>
              <w:rPr>
                <w:rFonts w:ascii="Calibri" w:hAnsi="Calibri"/>
              </w:rPr>
            </w:pPr>
          </w:p>
          <w:p w:rsidR="00E15685" w:rsidRPr="0015398A" w:rsidRDefault="00E15685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</w:t>
            </w:r>
            <w:r w:rsidR="00E15685">
              <w:rPr>
                <w:rFonts w:ascii="Calibri" w:hAnsi="Calibri"/>
              </w:rPr>
              <w:t xml:space="preserve">                                  </w:t>
            </w:r>
            <w:r w:rsidR="005517B5">
              <w:rPr>
                <w:rFonts w:ascii="Calibri" w:hAnsi="Calibri"/>
              </w:rPr>
              <w:t>Time</w:t>
            </w:r>
          </w:p>
        </w:tc>
        <w:tc>
          <w:tcPr>
            <w:tcW w:w="5508" w:type="dxa"/>
            <w:gridSpan w:val="2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8465E4" w:rsidRPr="0015398A">
              <w:rPr>
                <w:rFonts w:ascii="Calibri" w:hAnsi="Calibri"/>
                <w:b/>
              </w:rPr>
              <w:t xml:space="preserve">Error Analysis.  </w:t>
            </w:r>
            <w:r w:rsidR="00D657AE">
              <w:rPr>
                <w:rFonts w:ascii="Calibri" w:hAnsi="Calibri"/>
              </w:rPr>
              <w:t>Jose</w:t>
            </w:r>
            <w:r w:rsidR="008465E4" w:rsidRPr="0015398A">
              <w:rPr>
                <w:rFonts w:ascii="Calibri" w:hAnsi="Calibri"/>
              </w:rPr>
              <w:t xml:space="preserve"> determined that </w:t>
            </w:r>
            <w:r w:rsidR="008718A2">
              <w:rPr>
                <w:rFonts w:ascii="Calibri" w:hAnsi="Calibri"/>
              </w:rPr>
              <w:t xml:space="preserve">the slope of the line below </w:t>
            </w:r>
            <w:proofErr w:type="gramStart"/>
            <w:r w:rsidR="008718A2">
              <w:rPr>
                <w:rFonts w:ascii="Calibri" w:hAnsi="Calibri"/>
              </w:rPr>
              <w:t xml:space="preserve">is </w:t>
            </w:r>
            <w:proofErr w:type="gramEnd"/>
            <w:r w:rsidR="00F90FD3" w:rsidRPr="008718A2">
              <w:rPr>
                <w:rFonts w:ascii="Calibri" w:hAnsi="Calibri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19" o:title=""/>
                </v:shape>
                <o:OLEObject Type="Embed" ProgID="Equation.3" ShapeID="_x0000_i1025" DrawAspect="Content" ObjectID="_1472299505" r:id="rId20"/>
              </w:object>
            </w:r>
            <w:r w:rsidR="008465E4" w:rsidRPr="0015398A">
              <w:rPr>
                <w:rFonts w:ascii="Calibri" w:hAnsi="Calibri"/>
              </w:rPr>
              <w:t xml:space="preserve">.  Is she correct?  </w:t>
            </w:r>
            <w:r w:rsidR="008465E4" w:rsidRPr="0015398A">
              <w:rPr>
                <w:rFonts w:ascii="Calibri" w:hAnsi="Calibri"/>
                <w:i/>
              </w:rPr>
              <w:t>Why</w:t>
            </w:r>
            <w:r w:rsidR="008465E4" w:rsidRPr="0015398A">
              <w:rPr>
                <w:rFonts w:ascii="Calibri" w:hAnsi="Calibri"/>
              </w:rPr>
              <w:t xml:space="preserve"> or </w:t>
            </w:r>
            <w:r w:rsidR="008465E4" w:rsidRPr="0015398A">
              <w:rPr>
                <w:rFonts w:ascii="Calibri" w:hAnsi="Calibri"/>
                <w:i/>
              </w:rPr>
              <w:t>why not</w:t>
            </w:r>
            <w:r w:rsidR="008465E4" w:rsidRPr="0015398A">
              <w:rPr>
                <w:rFonts w:ascii="Calibri" w:hAnsi="Calibri"/>
              </w:rPr>
              <w:t xml:space="preserve"> – explain &amp; correct.</w:t>
            </w:r>
          </w:p>
          <w:p w:rsidR="008465E4" w:rsidRPr="0015398A" w:rsidRDefault="008465E4" w:rsidP="008465E4">
            <w:pPr>
              <w:rPr>
                <w:rFonts w:ascii="Calibri" w:hAnsi="Calibri"/>
                <w:b/>
              </w:rPr>
            </w:pPr>
            <w:r w:rsidRPr="0015398A">
              <w:rPr>
                <w:rFonts w:ascii="Calibri" w:hAnsi="Calibri"/>
                <w:b/>
              </w:rPr>
              <w:t xml:space="preserve">  </w:t>
            </w:r>
            <w:r w:rsidR="005517B5" w:rsidRPr="0015398A"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2790825" cy="1619250"/>
                  <wp:effectExtent l="0" t="0" r="9525" b="0"/>
                  <wp:docPr id="16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65E4" w:rsidRPr="00FC683D" w:rsidRDefault="008465E4" w:rsidP="008465E4">
      <w:pPr>
        <w:rPr>
          <w:rFonts w:ascii="Cambria" w:hAnsi="Cambria"/>
        </w:rPr>
      </w:pPr>
    </w:p>
    <w:sectPr w:rsidR="008465E4" w:rsidRPr="00FC683D" w:rsidSect="008465E4">
      <w:footerReference w:type="default" r:id="rId22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C96" w:rsidRDefault="00290C96">
      <w:r>
        <w:separator/>
      </w:r>
    </w:p>
  </w:endnote>
  <w:endnote w:type="continuationSeparator" w:id="0">
    <w:p w:rsidR="00290C96" w:rsidRDefault="0029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F1" w:rsidRDefault="005517B5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7" name="Picture 2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5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6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46C7" w:rsidRPr="008B41BB" w:rsidRDefault="005517B5" w:rsidP="00645526">
    <w:pPr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57785</wp:posOffset>
          </wp:positionV>
          <wp:extent cx="1762125" cy="34734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C96" w:rsidRDefault="00290C96">
      <w:r>
        <w:separator/>
      </w:r>
    </w:p>
  </w:footnote>
  <w:footnote w:type="continuationSeparator" w:id="0">
    <w:p w:rsidR="00290C96" w:rsidRDefault="00290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4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6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3"/>
  </w:num>
  <w:num w:numId="13">
    <w:abstractNumId w:val="10"/>
  </w:num>
  <w:num w:numId="14">
    <w:abstractNumId w:val="17"/>
  </w:num>
  <w:num w:numId="15">
    <w:abstractNumId w:val="28"/>
  </w:num>
  <w:num w:numId="16">
    <w:abstractNumId w:val="31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37"/>
  </w:num>
  <w:num w:numId="23">
    <w:abstractNumId w:val="23"/>
  </w:num>
  <w:num w:numId="24">
    <w:abstractNumId w:val="21"/>
  </w:num>
  <w:num w:numId="25">
    <w:abstractNumId w:val="34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2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B496A"/>
    <w:rsid w:val="000E7AD7"/>
    <w:rsid w:val="001624F8"/>
    <w:rsid w:val="00187477"/>
    <w:rsid w:val="00193F33"/>
    <w:rsid w:val="001C46C7"/>
    <w:rsid w:val="002174D7"/>
    <w:rsid w:val="00276816"/>
    <w:rsid w:val="00290C96"/>
    <w:rsid w:val="00302A44"/>
    <w:rsid w:val="00395A4C"/>
    <w:rsid w:val="003B0B50"/>
    <w:rsid w:val="003C6032"/>
    <w:rsid w:val="003D4AD7"/>
    <w:rsid w:val="0040085F"/>
    <w:rsid w:val="004275E3"/>
    <w:rsid w:val="004F4694"/>
    <w:rsid w:val="005517B5"/>
    <w:rsid w:val="00645526"/>
    <w:rsid w:val="00681B49"/>
    <w:rsid w:val="006F203E"/>
    <w:rsid w:val="00741C52"/>
    <w:rsid w:val="007B04D7"/>
    <w:rsid w:val="007C5E01"/>
    <w:rsid w:val="007F15B1"/>
    <w:rsid w:val="008465E4"/>
    <w:rsid w:val="008718A2"/>
    <w:rsid w:val="0091669A"/>
    <w:rsid w:val="009618F1"/>
    <w:rsid w:val="009C5EF3"/>
    <w:rsid w:val="00A226F8"/>
    <w:rsid w:val="00A450C1"/>
    <w:rsid w:val="00A67E34"/>
    <w:rsid w:val="00B332B9"/>
    <w:rsid w:val="00B43D88"/>
    <w:rsid w:val="00BA2B4B"/>
    <w:rsid w:val="00BB70C6"/>
    <w:rsid w:val="00BD38A5"/>
    <w:rsid w:val="00D26746"/>
    <w:rsid w:val="00D657AE"/>
    <w:rsid w:val="00E15685"/>
    <w:rsid w:val="00E55A59"/>
    <w:rsid w:val="00EF727F"/>
    <w:rsid w:val="00F3345E"/>
    <w:rsid w:val="00F443B7"/>
    <w:rsid w:val="00F9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158EDD-F9CF-4DE5-9E93-B341CD26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character" w:styleId="PlaceholderText">
    <w:name w:val="Placeholder Text"/>
    <w:basedOn w:val="DefaultParagraphFont"/>
    <w:rsid w:val="00D657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5432E-094B-4B4A-8E38-06E6360C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35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7</cp:revision>
  <cp:lastPrinted>2012-08-23T20:31:00Z</cp:lastPrinted>
  <dcterms:created xsi:type="dcterms:W3CDTF">2014-09-14T22:25:00Z</dcterms:created>
  <dcterms:modified xsi:type="dcterms:W3CDTF">2014-09-15T20:18:00Z</dcterms:modified>
</cp:coreProperties>
</file>